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16ED" w:rsidRDefault="006A16ED" w:rsidP="006A16ED">
      <w:pPr>
        <w:jc w:val="center"/>
        <w:rPr>
          <w:sz w:val="36"/>
          <w:szCs w:val="36"/>
        </w:rPr>
      </w:pPr>
      <w:r>
        <w:rPr>
          <w:sz w:val="36"/>
          <w:szCs w:val="36"/>
        </w:rPr>
        <w:t>Circus</w:t>
      </w:r>
    </w:p>
    <w:p w:rsidR="00230A53" w:rsidRDefault="00000D5C" w:rsidP="006A16ED">
      <w:pPr>
        <w:rPr>
          <w:sz w:val="36"/>
          <w:szCs w:val="36"/>
        </w:rPr>
      </w:pPr>
      <w:r>
        <w:rPr>
          <w:sz w:val="36"/>
          <w:szCs w:val="36"/>
        </w:rPr>
        <w:t>Last week room10 were waiting impatiently to do a fantastic circus work shop with George and Lil. All</w:t>
      </w:r>
      <w:r w:rsidR="00D76921">
        <w:rPr>
          <w:sz w:val="36"/>
          <w:szCs w:val="36"/>
        </w:rPr>
        <w:t xml:space="preserve"> the other year six had been telling us how awesome it was. Finally we started. First we split up into two different groups then one went with George and one </w:t>
      </w:r>
      <w:r w:rsidR="00230A53">
        <w:rPr>
          <w:sz w:val="36"/>
          <w:szCs w:val="36"/>
        </w:rPr>
        <w:t xml:space="preserve">went with Lil. I went with Lil </w:t>
      </w:r>
      <w:r w:rsidR="00D76921">
        <w:rPr>
          <w:sz w:val="36"/>
          <w:szCs w:val="36"/>
        </w:rPr>
        <w:t>first and we</w:t>
      </w:r>
      <w:r w:rsidR="00230A53">
        <w:rPr>
          <w:sz w:val="36"/>
          <w:szCs w:val="36"/>
        </w:rPr>
        <w:t xml:space="preserve"> did some cool acrobatics. Some were really hard and you had to work to together or otherwise you would fall over</w:t>
      </w:r>
    </w:p>
    <w:p w:rsidR="00BD4587" w:rsidRDefault="00230A53" w:rsidP="006A16ED">
      <w:pPr>
        <w:rPr>
          <w:sz w:val="36"/>
          <w:szCs w:val="36"/>
        </w:rPr>
      </w:pPr>
      <w:r>
        <w:rPr>
          <w:sz w:val="36"/>
          <w:szCs w:val="36"/>
        </w:rPr>
        <w:t xml:space="preserve">Later we swapped over and my group went with </w:t>
      </w:r>
      <w:r w:rsidR="00272375">
        <w:rPr>
          <w:sz w:val="36"/>
          <w:szCs w:val="36"/>
        </w:rPr>
        <w:t>George. First we started by pulling out invi</w:t>
      </w:r>
      <w:r w:rsidR="0077652F">
        <w:rPr>
          <w:sz w:val="36"/>
          <w:szCs w:val="36"/>
        </w:rPr>
        <w:t xml:space="preserve">sible pole out of </w:t>
      </w:r>
      <w:r w:rsidR="00272375">
        <w:rPr>
          <w:sz w:val="36"/>
          <w:szCs w:val="36"/>
        </w:rPr>
        <w:t>invisible box</w:t>
      </w:r>
      <w:r w:rsidR="0077652F">
        <w:rPr>
          <w:sz w:val="36"/>
          <w:szCs w:val="36"/>
        </w:rPr>
        <w:t xml:space="preserve"> we had to do it right or it wouldn’t look realistic.  Then we did miming we had to</w:t>
      </w:r>
      <w:r w:rsidR="00BD4587">
        <w:rPr>
          <w:sz w:val="36"/>
          <w:szCs w:val="36"/>
        </w:rPr>
        <w:t xml:space="preserve"> touch the invisible wall perfectly or it would look like your touching the air. Finally we finished, everyone was really cyced by our experience. I would do again any day</w:t>
      </w:r>
    </w:p>
    <w:p w:rsidR="00D76921" w:rsidRDefault="00BD4587" w:rsidP="006A16ED">
      <w:pPr>
        <w:rPr>
          <w:sz w:val="36"/>
          <w:szCs w:val="36"/>
        </w:rPr>
      </w:pPr>
      <w:r>
        <w:rPr>
          <w:sz w:val="36"/>
          <w:szCs w:val="36"/>
        </w:rPr>
        <w:t xml:space="preserve">After our late lunch we half ran intercepting the other class with our loud chatter. Room 10 were going to the super clown show with George and Lil. Everyone was </w:t>
      </w:r>
      <w:proofErr w:type="gramStart"/>
      <w:r>
        <w:rPr>
          <w:sz w:val="36"/>
          <w:szCs w:val="36"/>
        </w:rPr>
        <w:t>buzzing  with</w:t>
      </w:r>
      <w:proofErr w:type="gramEnd"/>
      <w:r>
        <w:rPr>
          <w:sz w:val="36"/>
          <w:szCs w:val="36"/>
        </w:rPr>
        <w:t xml:space="preserve"> excitement as we waited impatiently for the other class to come. Eventually they started the </w:t>
      </w:r>
      <w:r w:rsidR="00F83B1A">
        <w:rPr>
          <w:sz w:val="36"/>
          <w:szCs w:val="36"/>
        </w:rPr>
        <w:t>show to let us see some of their fantastic tricks.</w:t>
      </w:r>
      <w:bookmarkStart w:id="0" w:name="_GoBack"/>
      <w:bookmarkEnd w:id="0"/>
      <w:r>
        <w:rPr>
          <w:sz w:val="36"/>
          <w:szCs w:val="36"/>
        </w:rPr>
        <w:t xml:space="preserve">          </w:t>
      </w:r>
      <w:r w:rsidR="0077652F">
        <w:rPr>
          <w:sz w:val="36"/>
          <w:szCs w:val="36"/>
        </w:rPr>
        <w:t xml:space="preserve">   </w:t>
      </w:r>
      <w:r w:rsidR="00272375">
        <w:rPr>
          <w:sz w:val="36"/>
          <w:szCs w:val="36"/>
        </w:rPr>
        <w:t xml:space="preserve">  </w:t>
      </w:r>
      <w:r w:rsidR="00230A53">
        <w:rPr>
          <w:sz w:val="36"/>
          <w:szCs w:val="36"/>
        </w:rPr>
        <w:t xml:space="preserve">   </w:t>
      </w:r>
    </w:p>
    <w:p w:rsidR="006A16ED" w:rsidRDefault="00D76921" w:rsidP="006A16ED">
      <w:pPr>
        <w:rPr>
          <w:sz w:val="36"/>
          <w:szCs w:val="36"/>
        </w:rPr>
      </w:pPr>
      <w:r>
        <w:rPr>
          <w:sz w:val="36"/>
          <w:szCs w:val="36"/>
        </w:rPr>
        <w:t xml:space="preserve">  </w:t>
      </w:r>
      <w:r w:rsidR="00000D5C">
        <w:rPr>
          <w:sz w:val="36"/>
          <w:szCs w:val="36"/>
        </w:rPr>
        <w:t xml:space="preserve">  </w:t>
      </w:r>
      <w:r w:rsidR="006A16ED">
        <w:rPr>
          <w:sz w:val="36"/>
          <w:szCs w:val="36"/>
        </w:rPr>
        <w:t xml:space="preserve"> </w:t>
      </w:r>
    </w:p>
    <w:p w:rsidR="006A16ED" w:rsidRDefault="006A16ED" w:rsidP="006A16ED">
      <w:pPr>
        <w:jc w:val="center"/>
        <w:rPr>
          <w:sz w:val="36"/>
          <w:szCs w:val="36"/>
        </w:rPr>
      </w:pPr>
    </w:p>
    <w:p w:rsidR="006A16ED" w:rsidRPr="006A16ED" w:rsidRDefault="006A16ED" w:rsidP="006A16ED">
      <w:pPr>
        <w:rPr>
          <w:sz w:val="36"/>
          <w:szCs w:val="36"/>
        </w:rPr>
      </w:pPr>
    </w:p>
    <w:sectPr w:rsidR="006A16ED" w:rsidRPr="006A16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6ED"/>
    <w:rsid w:val="00000D5C"/>
    <w:rsid w:val="00230A53"/>
    <w:rsid w:val="00272375"/>
    <w:rsid w:val="002E3BF3"/>
    <w:rsid w:val="006904C5"/>
    <w:rsid w:val="006A16ED"/>
    <w:rsid w:val="0077652F"/>
    <w:rsid w:val="00BD4587"/>
    <w:rsid w:val="00D76921"/>
    <w:rsid w:val="00F83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9D093A79</Template>
  <TotalTime>0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u_wkstn0001</dc:creator>
  <cp:keywords/>
  <dc:description/>
  <cp:lastModifiedBy>u_wkstn0001</cp:lastModifiedBy>
  <cp:revision>2</cp:revision>
  <dcterms:created xsi:type="dcterms:W3CDTF">2012-06-06T21:38:00Z</dcterms:created>
  <dcterms:modified xsi:type="dcterms:W3CDTF">2012-06-06T21:38:00Z</dcterms:modified>
</cp:coreProperties>
</file>